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  <w:vMerge w:val="restart"/>
          </w:tcPr>
          <w:p w14:paraId="12B7736E" w14:textId="29192932" w:rsidR="00E43D8A" w:rsidRDefault="000F01E1" w:rsidP="0008717F">
            <w:pPr>
              <w:framePr w:w="9582" w:h="1516" w:wrap="notBeside" w:vAnchor="page" w:hAnchor="page" w:x="1793" w:y="2042"/>
            </w:pPr>
            <w:r>
              <w:t>Tauno Võhmar</w:t>
            </w:r>
          </w:p>
          <w:p w14:paraId="4B189449" w14:textId="77777777" w:rsidR="00E43D8A" w:rsidRDefault="00E43D8A" w:rsidP="0008717F">
            <w:pPr>
              <w:framePr w:w="9582" w:h="1516" w:wrap="notBeside" w:vAnchor="page" w:hAnchor="page" w:x="1793" w:y="2042"/>
            </w:pPr>
            <w:r>
              <w:t>Vallavanem</w:t>
            </w:r>
          </w:p>
          <w:p w14:paraId="39A8E407" w14:textId="3A224FAF" w:rsidR="00E43D8A" w:rsidRDefault="00507637" w:rsidP="0008717F">
            <w:pPr>
              <w:framePr w:w="9582" w:h="1516" w:wrap="notBeside" w:vAnchor="page" w:hAnchor="page" w:x="1793" w:y="2042"/>
            </w:pPr>
            <w:r>
              <w:t>Alutaguse</w:t>
            </w:r>
            <w:r w:rsidR="00E43D8A">
              <w:t xml:space="preserve"> Vallavalitsus</w:t>
            </w:r>
          </w:p>
          <w:p w14:paraId="3B909DF4" w14:textId="6F577CC3" w:rsidR="00E85637" w:rsidRPr="00E52CB9" w:rsidRDefault="00A72D63" w:rsidP="00A72D63">
            <w:pPr>
              <w:framePr w:w="9582" w:h="1516" w:wrap="notBeside" w:vAnchor="page" w:hAnchor="page" w:x="1793" w:y="2042"/>
              <w:rPr>
                <w:szCs w:val="24"/>
              </w:rPr>
            </w:pPr>
            <w:r>
              <w:t>e-post</w:t>
            </w:r>
            <w:r w:rsidR="00507637">
              <w:t xml:space="preserve">: </w:t>
            </w:r>
            <w:hyperlink r:id="rId10" w:history="1">
              <w:r w:rsidR="00507637" w:rsidRPr="00E90AB3">
                <w:rPr>
                  <w:rStyle w:val="Hperlink"/>
                </w:rPr>
                <w:t>info@alutagusevald.ee</w:t>
              </w:r>
            </w:hyperlink>
            <w:r w:rsidR="00507637">
              <w:t xml:space="preserve"> </w:t>
            </w:r>
            <w:r w:rsidR="00324524">
              <w:t xml:space="preserve">  </w:t>
            </w:r>
            <w:r w:rsidR="00E52CB9" w:rsidRPr="00E52CB9"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177CB84" w:rsidR="00E85637" w:rsidRPr="00AC31D9" w:rsidRDefault="000F01E1" w:rsidP="0008717F">
            <w:pPr>
              <w:framePr w:w="9582" w:h="1516" w:wrap="notBeside" w:vAnchor="page" w:hAnchor="page" w:x="1793" w:y="2042"/>
            </w:pPr>
            <w:r>
              <w:rPr>
                <w:lang w:eastAsia="et-EE"/>
              </w:rPr>
              <w:t>20.03.2025</w:t>
            </w:r>
            <w:r w:rsidR="00AC31D9" w:rsidRPr="00AC31D9">
              <w:rPr>
                <w:lang w:eastAsia="et-EE"/>
              </w:rPr>
              <w:t xml:space="preserve"> nr </w:t>
            </w:r>
            <w:r>
              <w:rPr>
                <w:lang w:eastAsia="et-EE"/>
              </w:rPr>
              <w:t>5-8/117-1</w:t>
            </w:r>
            <w:r w:rsidR="00AC31D9" w:rsidRPr="00AC31D9">
              <w:rPr>
                <w:rFonts w:eastAsia="Calibri"/>
              </w:rPr>
              <w:tab/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05F7E5D8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07637">
              <w:t>5</w:t>
            </w:r>
            <w:r>
              <w:t>/</w:t>
            </w:r>
            <w:r w:rsidR="00FC1756">
              <w:t>2069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8E0C4" w14:textId="77777777" w:rsidR="0080718E" w:rsidRDefault="0080718E" w:rsidP="00A5791E">
      <w:pPr>
        <w:pStyle w:val="Pealkiri1"/>
        <w:rPr>
          <w:szCs w:val="24"/>
        </w:rPr>
      </w:pPr>
    </w:p>
    <w:p w14:paraId="46FBA711" w14:textId="2F9C343B" w:rsidR="00A5791E" w:rsidRPr="0006167A" w:rsidRDefault="00A5791E" w:rsidP="00A5791E">
      <w:pPr>
        <w:pStyle w:val="Pealkiri1"/>
        <w:rPr>
          <w:szCs w:val="24"/>
        </w:rPr>
      </w:pPr>
      <w:r w:rsidRPr="0006167A">
        <w:rPr>
          <w:szCs w:val="24"/>
        </w:rPr>
        <w:t>Vastus</w:t>
      </w:r>
      <w:r w:rsidR="00E52CB9">
        <w:rPr>
          <w:szCs w:val="24"/>
        </w:rPr>
        <w:t xml:space="preserve"> </w:t>
      </w:r>
      <w:r w:rsidR="00324524">
        <w:rPr>
          <w:szCs w:val="24"/>
        </w:rPr>
        <w:t>sundvalduse seadmise teatele</w:t>
      </w:r>
    </w:p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5336A255" w14:textId="6596DFBB" w:rsidR="00F7322F" w:rsidRDefault="00FC1756" w:rsidP="00F7322F">
      <w:pPr>
        <w:jc w:val="both"/>
        <w:rPr>
          <w:rFonts w:eastAsia="Calibri"/>
          <w:spacing w:val="0"/>
          <w:position w:val="0"/>
          <w:szCs w:val="24"/>
        </w:rPr>
      </w:pPr>
      <w:r>
        <w:rPr>
          <w:rFonts w:eastAsia="Calibri"/>
          <w:spacing w:val="0"/>
          <w:position w:val="0"/>
          <w:szCs w:val="24"/>
        </w:rPr>
        <w:t>Alutaguse</w:t>
      </w:r>
      <w:r w:rsidR="00F7322F">
        <w:rPr>
          <w:rFonts w:eastAsia="Calibri"/>
          <w:spacing w:val="0"/>
          <w:position w:val="0"/>
          <w:szCs w:val="24"/>
        </w:rPr>
        <w:t xml:space="preserve"> Vallavalitsus on </w:t>
      </w:r>
      <w:r w:rsidR="00DC26C2">
        <w:rPr>
          <w:rFonts w:eastAsia="Calibri"/>
          <w:spacing w:val="0"/>
          <w:position w:val="0"/>
          <w:szCs w:val="24"/>
        </w:rPr>
        <w:t xml:space="preserve">edastanud </w:t>
      </w:r>
      <w:r w:rsidR="00F7322F" w:rsidRPr="00417D64">
        <w:rPr>
          <w:rFonts w:eastAsia="Calibri"/>
          <w:spacing w:val="0"/>
          <w:position w:val="0"/>
          <w:szCs w:val="24"/>
        </w:rPr>
        <w:t xml:space="preserve">Riigimetsa Majandamise Keskusele (edaspidi RMK) </w:t>
      </w:r>
      <w:r w:rsidR="00F7322F">
        <w:rPr>
          <w:rFonts w:eastAsia="Calibri"/>
          <w:spacing w:val="0"/>
          <w:position w:val="0"/>
          <w:szCs w:val="24"/>
        </w:rPr>
        <w:t>teate sundvalduse seadmise soovist riigi omandis ja RMK valduses oleva</w:t>
      </w:r>
      <w:r>
        <w:rPr>
          <w:rFonts w:eastAsia="Calibri"/>
          <w:spacing w:val="0"/>
          <w:position w:val="0"/>
          <w:szCs w:val="24"/>
        </w:rPr>
        <w:t>te</w:t>
      </w:r>
      <w:r w:rsidR="00F7322F">
        <w:rPr>
          <w:rFonts w:eastAsia="Calibri"/>
          <w:spacing w:val="0"/>
          <w:position w:val="0"/>
          <w:szCs w:val="24"/>
        </w:rPr>
        <w:t xml:space="preserve">le </w:t>
      </w:r>
      <w:r w:rsidR="00A139E1">
        <w:rPr>
          <w:rFonts w:eastAsia="Calibri"/>
          <w:spacing w:val="0"/>
          <w:position w:val="0"/>
          <w:szCs w:val="24"/>
        </w:rPr>
        <w:t xml:space="preserve">Ida-Viru maakonnas Alutaguse vallas </w:t>
      </w:r>
      <w:r w:rsidR="00740BC6">
        <w:rPr>
          <w:rFonts w:eastAsia="Calibri"/>
          <w:spacing w:val="0"/>
          <w:position w:val="0"/>
          <w:szCs w:val="24"/>
        </w:rPr>
        <w:t xml:space="preserve">olevatele </w:t>
      </w:r>
      <w:r w:rsidR="00F7322F">
        <w:rPr>
          <w:rFonts w:eastAsia="Calibri"/>
          <w:spacing w:val="0"/>
          <w:position w:val="0"/>
          <w:szCs w:val="24"/>
        </w:rPr>
        <w:t>kinnisasja</w:t>
      </w:r>
      <w:r>
        <w:rPr>
          <w:rFonts w:eastAsia="Calibri"/>
          <w:spacing w:val="0"/>
          <w:position w:val="0"/>
          <w:szCs w:val="24"/>
        </w:rPr>
        <w:t>de</w:t>
      </w:r>
      <w:r w:rsidR="00F7322F">
        <w:rPr>
          <w:rFonts w:eastAsia="Calibri"/>
          <w:spacing w:val="0"/>
          <w:position w:val="0"/>
          <w:szCs w:val="24"/>
        </w:rPr>
        <w:t xml:space="preserve">le </w:t>
      </w:r>
      <w:r w:rsidR="00740BC6">
        <w:rPr>
          <w:rFonts w:eastAsia="Calibri"/>
          <w:spacing w:val="0"/>
          <w:position w:val="0"/>
          <w:szCs w:val="24"/>
        </w:rPr>
        <w:t>Iisaku metskond 71 (katastritunnus 22401:004:0767)</w:t>
      </w:r>
      <w:r w:rsidR="00DA3473">
        <w:rPr>
          <w:rFonts w:eastAsia="Calibri"/>
          <w:spacing w:val="0"/>
          <w:position w:val="0"/>
          <w:szCs w:val="24"/>
        </w:rPr>
        <w:t xml:space="preserve">, Ojataguse (katastritunnus 22401:001:0615), Rannapromenaadi </w:t>
      </w:r>
      <w:r w:rsidR="00746F3F">
        <w:rPr>
          <w:rFonts w:eastAsia="Calibri"/>
          <w:spacing w:val="0"/>
          <w:position w:val="0"/>
          <w:szCs w:val="24"/>
        </w:rPr>
        <w:t>(katastritunnus 22401:001:0616), Iisaku metskond 9 (katastritunnus 22401:004:0711</w:t>
      </w:r>
      <w:r w:rsidR="0033164B">
        <w:rPr>
          <w:rFonts w:eastAsia="Calibri"/>
          <w:spacing w:val="0"/>
          <w:position w:val="0"/>
          <w:szCs w:val="24"/>
        </w:rPr>
        <w:t xml:space="preserve">), Iisaku metskond 80 (katastritunnus 22401:004:0712) ja Ahvena (katastritunnus </w:t>
      </w:r>
      <w:r w:rsidR="0039473F">
        <w:rPr>
          <w:rFonts w:eastAsia="Calibri"/>
          <w:spacing w:val="0"/>
          <w:position w:val="0"/>
          <w:szCs w:val="24"/>
        </w:rPr>
        <w:t>13001:001:0574)</w:t>
      </w:r>
      <w:r w:rsidR="00F7322F">
        <w:rPr>
          <w:rFonts w:eastAsia="Calibri"/>
          <w:spacing w:val="0"/>
          <w:position w:val="0"/>
          <w:szCs w:val="24"/>
        </w:rPr>
        <w:t xml:space="preserve">. </w:t>
      </w:r>
    </w:p>
    <w:p w14:paraId="71FE7643" w14:textId="77777777" w:rsidR="00F7322F" w:rsidRDefault="00F7322F" w:rsidP="00F7322F">
      <w:pPr>
        <w:jc w:val="both"/>
        <w:rPr>
          <w:rFonts w:eastAsia="Calibri"/>
          <w:spacing w:val="0"/>
          <w:position w:val="0"/>
          <w:szCs w:val="24"/>
        </w:rPr>
      </w:pPr>
    </w:p>
    <w:p w14:paraId="00100E10" w14:textId="1E3FBF9B" w:rsidR="00553398" w:rsidRDefault="00F7322F" w:rsidP="00F371E9">
      <w:pPr>
        <w:jc w:val="both"/>
      </w:pPr>
      <w:r>
        <w:rPr>
          <w:rFonts w:eastAsia="Calibri"/>
          <w:spacing w:val="0"/>
          <w:position w:val="0"/>
          <w:szCs w:val="24"/>
        </w:rPr>
        <w:t xml:space="preserve">Sundvaldust soovite seada </w:t>
      </w:r>
      <w:r w:rsidR="0039473F">
        <w:rPr>
          <w:rFonts w:eastAsia="Calibri"/>
          <w:spacing w:val="0"/>
          <w:position w:val="0"/>
          <w:szCs w:val="24"/>
        </w:rPr>
        <w:t>AS Emajõe Veevärk</w:t>
      </w:r>
      <w:r>
        <w:rPr>
          <w:rFonts w:eastAsia="Calibri"/>
          <w:spacing w:val="0"/>
          <w:position w:val="0"/>
          <w:szCs w:val="24"/>
        </w:rPr>
        <w:t xml:space="preserve"> (registrikood </w:t>
      </w:r>
      <w:r w:rsidR="00F30F97">
        <w:rPr>
          <w:rFonts w:eastAsia="Calibri"/>
          <w:spacing w:val="0"/>
          <w:position w:val="0"/>
          <w:szCs w:val="24"/>
        </w:rPr>
        <w:t>11044696</w:t>
      </w:r>
      <w:r>
        <w:rPr>
          <w:rFonts w:eastAsia="Calibri"/>
          <w:spacing w:val="0"/>
          <w:position w:val="0"/>
          <w:szCs w:val="24"/>
        </w:rPr>
        <w:t xml:space="preserve">) kasuks </w:t>
      </w:r>
      <w:r w:rsidR="00F30F97">
        <w:rPr>
          <w:rFonts w:eastAsia="Calibri"/>
          <w:spacing w:val="0"/>
          <w:position w:val="0"/>
          <w:szCs w:val="24"/>
        </w:rPr>
        <w:t xml:space="preserve">vee- ja kanalisatsioonitrassi </w:t>
      </w:r>
      <w:r w:rsidR="00F371E9">
        <w:rPr>
          <w:rFonts w:eastAsia="Calibri"/>
          <w:spacing w:val="0"/>
          <w:position w:val="0"/>
          <w:szCs w:val="24"/>
        </w:rPr>
        <w:t>(</w:t>
      </w:r>
      <w:r w:rsidR="00367EE7">
        <w:rPr>
          <w:rFonts w:eastAsia="Calibri"/>
          <w:spacing w:val="0"/>
          <w:position w:val="0"/>
          <w:szCs w:val="24"/>
        </w:rPr>
        <w:t>t</w:t>
      </w:r>
      <w:r w:rsidR="00F371E9">
        <w:rPr>
          <w:rFonts w:eastAsia="Calibri"/>
          <w:spacing w:val="0"/>
          <w:position w:val="0"/>
          <w:szCs w:val="24"/>
        </w:rPr>
        <w:t>ehnorajatis)</w:t>
      </w:r>
      <w:r w:rsidR="00367EE7">
        <w:rPr>
          <w:rFonts w:eastAsia="Calibri"/>
          <w:spacing w:val="0"/>
          <w:position w:val="0"/>
          <w:szCs w:val="24"/>
        </w:rPr>
        <w:t xml:space="preserve"> </w:t>
      </w:r>
      <w:r w:rsidR="00F30F97">
        <w:rPr>
          <w:rFonts w:eastAsia="Calibri"/>
          <w:spacing w:val="0"/>
          <w:position w:val="0"/>
          <w:szCs w:val="24"/>
        </w:rPr>
        <w:t>ehitamiseks</w:t>
      </w:r>
      <w:r w:rsidR="00BC22B0">
        <w:rPr>
          <w:rFonts w:eastAsia="Calibri"/>
          <w:spacing w:val="0"/>
          <w:position w:val="0"/>
          <w:szCs w:val="24"/>
        </w:rPr>
        <w:t xml:space="preserve">. </w:t>
      </w:r>
      <w:r w:rsidR="00870E21">
        <w:rPr>
          <w:rFonts w:eastAsia="Calibri"/>
          <w:spacing w:val="0"/>
          <w:position w:val="0"/>
          <w:szCs w:val="24"/>
        </w:rPr>
        <w:t>Tehnorajatis</w:t>
      </w:r>
      <w:r w:rsidR="003D59A2">
        <w:rPr>
          <w:rFonts w:eastAsia="Calibri"/>
          <w:spacing w:val="0"/>
          <w:position w:val="0"/>
          <w:szCs w:val="24"/>
        </w:rPr>
        <w:t xml:space="preserve"> soovitakse ehitada </w:t>
      </w:r>
      <w:r w:rsidR="00C04CA9">
        <w:rPr>
          <w:rFonts w:eastAsia="Calibri"/>
          <w:spacing w:val="0"/>
          <w:position w:val="0"/>
          <w:szCs w:val="24"/>
        </w:rPr>
        <w:t xml:space="preserve">OÜ Keskkonnaprojekt </w:t>
      </w:r>
      <w:r w:rsidR="003D59A2">
        <w:rPr>
          <w:rFonts w:eastAsia="Calibri"/>
          <w:spacing w:val="0"/>
          <w:position w:val="0"/>
          <w:szCs w:val="24"/>
        </w:rPr>
        <w:t>poolt</w:t>
      </w:r>
      <w:r w:rsidR="00C04CA9">
        <w:rPr>
          <w:rFonts w:eastAsia="Calibri"/>
          <w:spacing w:val="0"/>
          <w:position w:val="0"/>
          <w:szCs w:val="24"/>
        </w:rPr>
        <w:t xml:space="preserve"> koostatud tööprojekti</w:t>
      </w:r>
      <w:r w:rsidR="00E63333">
        <w:rPr>
          <w:rFonts w:eastAsia="Calibri"/>
          <w:spacing w:val="0"/>
          <w:position w:val="0"/>
          <w:szCs w:val="24"/>
        </w:rPr>
        <w:t xml:space="preserve"> nr 3198 „PEIPSI PÕHJARANNIKU VEE JA KANALI PROJEKTEERIMINE</w:t>
      </w:r>
      <w:r w:rsidR="004B18BC">
        <w:rPr>
          <w:rFonts w:eastAsia="Calibri"/>
          <w:spacing w:val="0"/>
          <w:position w:val="0"/>
          <w:szCs w:val="24"/>
        </w:rPr>
        <w:t>“ alusel.</w:t>
      </w:r>
      <w:r w:rsidR="003D59A2">
        <w:t xml:space="preserve"> </w:t>
      </w:r>
    </w:p>
    <w:p w14:paraId="4BFC21E7" w14:textId="77777777" w:rsidR="003D59A2" w:rsidRDefault="003D59A2" w:rsidP="00E47239">
      <w:pPr>
        <w:jc w:val="both"/>
      </w:pPr>
    </w:p>
    <w:p w14:paraId="7294333B" w14:textId="7CC3A178" w:rsidR="003D59A2" w:rsidRDefault="003D59A2" w:rsidP="003D59A2">
      <w:pPr>
        <w:jc w:val="both"/>
      </w:pPr>
      <w:r w:rsidRPr="00553398">
        <w:t xml:space="preserve">Juhime tähelepanu, et </w:t>
      </w:r>
      <w:r>
        <w:t xml:space="preserve">RMK ei ole kooskõlastanud OÜ </w:t>
      </w:r>
      <w:r w:rsidR="004B18BC">
        <w:t xml:space="preserve">Keskkonnaprojekt </w:t>
      </w:r>
      <w:r>
        <w:t>poolt koostatud projekti</w:t>
      </w:r>
      <w:r w:rsidR="00D20D55">
        <w:t xml:space="preserve"> „</w:t>
      </w:r>
      <w:r w:rsidR="00F24E6E">
        <w:t>PEIPSI PÕHJARANNIKU VEE JA KANALI PROJEKTEERIMINE</w:t>
      </w:r>
      <w:r w:rsidR="00E30100">
        <w:t xml:space="preserve">“ ja ei ole </w:t>
      </w:r>
      <w:r>
        <w:t>saanud esitada omapoolseid tingimusi.</w:t>
      </w:r>
    </w:p>
    <w:p w14:paraId="796F1130" w14:textId="77777777" w:rsidR="003D59A2" w:rsidRDefault="003D59A2" w:rsidP="00E47239">
      <w:pPr>
        <w:jc w:val="both"/>
      </w:pPr>
    </w:p>
    <w:p w14:paraId="65BCE9F3" w14:textId="420B4C95" w:rsidR="003D59A2" w:rsidRPr="00E30100" w:rsidRDefault="003D59A2" w:rsidP="003D59A2">
      <w:pPr>
        <w:jc w:val="both"/>
        <w:rPr>
          <w:rFonts w:eastAsia="Calibri"/>
          <w:b/>
          <w:spacing w:val="0"/>
          <w:position w:val="0"/>
          <w:szCs w:val="24"/>
        </w:rPr>
      </w:pPr>
      <w:r w:rsidRPr="00E30100">
        <w:rPr>
          <w:rFonts w:eastAsia="Calibri"/>
          <w:b/>
          <w:spacing w:val="0"/>
          <w:position w:val="0"/>
          <w:szCs w:val="24"/>
        </w:rPr>
        <w:t xml:space="preserve">Teatame, et RMK ei nõustu sundvalduse seadmisega </w:t>
      </w:r>
      <w:r w:rsidR="00E30100" w:rsidRPr="00E30100">
        <w:rPr>
          <w:rFonts w:eastAsia="Calibri"/>
          <w:b/>
          <w:spacing w:val="0"/>
          <w:position w:val="0"/>
          <w:szCs w:val="24"/>
        </w:rPr>
        <w:t>Iisaku metskond 71, Ojataguse, Rannapromenaadi, Iisaku metskond 9, Iisaku metskond 8</w:t>
      </w:r>
      <w:r w:rsidR="00E30100" w:rsidRPr="00E30100">
        <w:rPr>
          <w:rFonts w:eastAsia="Calibri"/>
          <w:b/>
          <w:spacing w:val="0"/>
          <w:position w:val="0"/>
          <w:szCs w:val="24"/>
        </w:rPr>
        <w:t>0</w:t>
      </w:r>
      <w:r w:rsidR="00E30100" w:rsidRPr="00E30100">
        <w:rPr>
          <w:rFonts w:eastAsia="Calibri"/>
          <w:b/>
          <w:spacing w:val="0"/>
          <w:position w:val="0"/>
          <w:szCs w:val="24"/>
        </w:rPr>
        <w:t xml:space="preserve"> ja Ahvena </w:t>
      </w:r>
      <w:r w:rsidRPr="00E30100">
        <w:rPr>
          <w:rFonts w:eastAsia="Calibri"/>
          <w:b/>
          <w:spacing w:val="0"/>
          <w:position w:val="0"/>
          <w:szCs w:val="24"/>
        </w:rPr>
        <w:t>kinnisasja</w:t>
      </w:r>
      <w:r w:rsidR="00E30100" w:rsidRPr="00E30100">
        <w:rPr>
          <w:rFonts w:eastAsia="Calibri"/>
          <w:b/>
          <w:spacing w:val="0"/>
          <w:position w:val="0"/>
          <w:szCs w:val="24"/>
        </w:rPr>
        <w:t>de</w:t>
      </w:r>
      <w:r w:rsidRPr="00E30100">
        <w:rPr>
          <w:rFonts w:eastAsia="Calibri"/>
          <w:b/>
          <w:spacing w:val="0"/>
          <w:position w:val="0"/>
          <w:szCs w:val="24"/>
        </w:rPr>
        <w:t xml:space="preserve">le. </w:t>
      </w:r>
    </w:p>
    <w:p w14:paraId="1B67FC27" w14:textId="77777777" w:rsidR="003D59A2" w:rsidRDefault="003D59A2" w:rsidP="003D59A2">
      <w:pPr>
        <w:jc w:val="both"/>
        <w:rPr>
          <w:rFonts w:eastAsia="Calibri"/>
          <w:spacing w:val="0"/>
          <w:position w:val="0"/>
          <w:szCs w:val="24"/>
        </w:rPr>
      </w:pPr>
    </w:p>
    <w:p w14:paraId="7F4114B8" w14:textId="13EEE168" w:rsidR="003D59A2" w:rsidRDefault="003D59A2" w:rsidP="003D59A2">
      <w:pPr>
        <w:jc w:val="both"/>
        <w:rPr>
          <w:rFonts w:eastAsia="Calibri"/>
          <w:spacing w:val="0"/>
          <w:position w:val="0"/>
          <w:szCs w:val="24"/>
        </w:rPr>
      </w:pPr>
      <w:r>
        <w:rPr>
          <w:rFonts w:eastAsia="Calibri"/>
          <w:spacing w:val="0"/>
          <w:position w:val="0"/>
          <w:szCs w:val="24"/>
        </w:rPr>
        <w:t xml:space="preserve">RMK nõustub </w:t>
      </w:r>
      <w:r w:rsidR="00E30100">
        <w:rPr>
          <w:rFonts w:eastAsia="Calibri"/>
          <w:spacing w:val="0"/>
          <w:position w:val="0"/>
          <w:szCs w:val="24"/>
        </w:rPr>
        <w:t>nimetatud</w:t>
      </w:r>
      <w:r>
        <w:rPr>
          <w:rFonts w:eastAsia="Calibri"/>
          <w:spacing w:val="0"/>
          <w:position w:val="0"/>
          <w:szCs w:val="24"/>
        </w:rPr>
        <w:t xml:space="preserve"> kinnistu</w:t>
      </w:r>
      <w:r w:rsidR="00E30100">
        <w:rPr>
          <w:rFonts w:eastAsia="Calibri"/>
          <w:spacing w:val="0"/>
          <w:position w:val="0"/>
          <w:szCs w:val="24"/>
        </w:rPr>
        <w:t>id</w:t>
      </w:r>
      <w:r>
        <w:rPr>
          <w:rFonts w:eastAsia="Calibri"/>
          <w:spacing w:val="0"/>
          <w:position w:val="0"/>
          <w:szCs w:val="24"/>
        </w:rPr>
        <w:t xml:space="preserve"> koormama isikliku kasutusõigusega </w:t>
      </w:r>
      <w:r w:rsidR="003F262C">
        <w:rPr>
          <w:rFonts w:eastAsia="Calibri"/>
          <w:spacing w:val="0"/>
          <w:position w:val="0"/>
          <w:szCs w:val="24"/>
        </w:rPr>
        <w:t xml:space="preserve">tehnorajatise </w:t>
      </w:r>
      <w:r>
        <w:rPr>
          <w:rFonts w:eastAsia="Calibri"/>
          <w:spacing w:val="0"/>
          <w:position w:val="0"/>
          <w:szCs w:val="24"/>
        </w:rPr>
        <w:t>omaniku kasuks.</w:t>
      </w:r>
    </w:p>
    <w:p w14:paraId="4BB9D466" w14:textId="77777777" w:rsidR="003D59A2" w:rsidRDefault="003D59A2" w:rsidP="003D59A2">
      <w:pPr>
        <w:jc w:val="both"/>
        <w:rPr>
          <w:rFonts w:eastAsia="Calibri"/>
          <w:spacing w:val="0"/>
          <w:position w:val="0"/>
          <w:szCs w:val="24"/>
        </w:rPr>
      </w:pPr>
    </w:p>
    <w:p w14:paraId="37F8E302" w14:textId="354FE82B" w:rsidR="000E16DB" w:rsidRDefault="0052513B" w:rsidP="00A5791E">
      <w:pPr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t>Lugupidamisega</w:t>
      </w:r>
    </w:p>
    <w:p w14:paraId="1D7FDF46" w14:textId="77777777" w:rsidR="003D59A2" w:rsidRDefault="003D59A2" w:rsidP="00A5791E">
      <w:pPr>
        <w:rPr>
          <w:spacing w:val="0"/>
          <w:position w:val="0"/>
          <w:szCs w:val="24"/>
        </w:rPr>
      </w:pPr>
    </w:p>
    <w:p w14:paraId="1218540A" w14:textId="3A7E61EF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p w14:paraId="4A5CC01A" w14:textId="77777777" w:rsidR="00A5791E" w:rsidRPr="0006167A" w:rsidRDefault="00A5791E" w:rsidP="00A5791E">
      <w:pPr>
        <w:rPr>
          <w:szCs w:val="24"/>
        </w:rPr>
      </w:pPr>
    </w:p>
    <w:p w14:paraId="58519F98" w14:textId="77777777" w:rsidR="003D59A2" w:rsidRDefault="003D59A2" w:rsidP="00A5791E">
      <w:pPr>
        <w:rPr>
          <w:szCs w:val="24"/>
        </w:rPr>
      </w:pPr>
    </w:p>
    <w:p w14:paraId="255420D7" w14:textId="4DA544EA" w:rsidR="00BA4658" w:rsidRDefault="00553398" w:rsidP="00A5791E">
      <w:pPr>
        <w:rPr>
          <w:szCs w:val="24"/>
        </w:rPr>
      </w:pPr>
      <w:r>
        <w:rPr>
          <w:szCs w:val="24"/>
        </w:rPr>
        <w:t>Karl Mänd</w:t>
      </w:r>
    </w:p>
    <w:p w14:paraId="3FF88BC2" w14:textId="77777777" w:rsidR="00BA4658" w:rsidRDefault="00BA4658" w:rsidP="00A5791E">
      <w:pPr>
        <w:rPr>
          <w:szCs w:val="24"/>
        </w:rPr>
      </w:pPr>
      <w:r>
        <w:rPr>
          <w:szCs w:val="24"/>
        </w:rPr>
        <w:t>Juhataja</w:t>
      </w:r>
    </w:p>
    <w:p w14:paraId="00E4477C" w14:textId="44A9BB5D" w:rsidR="00A5791E" w:rsidRPr="0006167A" w:rsidRDefault="00BA4658" w:rsidP="00A5791E">
      <w:pPr>
        <w:rPr>
          <w:szCs w:val="24"/>
        </w:rPr>
      </w:pPr>
      <w:r>
        <w:rPr>
          <w:szCs w:val="24"/>
        </w:rPr>
        <w:t>Kinnisvaraosakond</w:t>
      </w:r>
    </w:p>
    <w:p w14:paraId="345FD730" w14:textId="77777777" w:rsidR="008E285C" w:rsidRDefault="008E285C" w:rsidP="001E6198"/>
    <w:p w14:paraId="2D6448A4" w14:textId="77777777" w:rsidR="00BA4658" w:rsidRDefault="00BA4658" w:rsidP="001E6198"/>
    <w:p w14:paraId="6780A14E" w14:textId="77777777" w:rsidR="00BA4658" w:rsidRDefault="00BA4658" w:rsidP="001E6198"/>
    <w:p w14:paraId="5DC42023" w14:textId="60659707" w:rsidR="001E6198" w:rsidRDefault="008E285C" w:rsidP="001E6198">
      <w:r>
        <w:t>U</w:t>
      </w:r>
      <w:r w:rsidR="001E6198">
        <w:t>rve Jõgi</w:t>
      </w:r>
    </w:p>
    <w:p w14:paraId="4811BF86" w14:textId="5812E9F5" w:rsidR="001E6198" w:rsidRDefault="001E6198" w:rsidP="001E6198">
      <w:r>
        <w:rPr>
          <w:szCs w:val="24"/>
        </w:rPr>
        <w:t xml:space="preserve">566 33867 </w:t>
      </w:r>
      <w:hyperlink r:id="rId12" w:history="1">
        <w:r w:rsidR="00E43D8A" w:rsidRPr="004F6DFD">
          <w:rPr>
            <w:rStyle w:val="Hperlink"/>
            <w:szCs w:val="24"/>
          </w:rPr>
          <w:t>urve.jogi@rmk.ee</w:t>
        </w:r>
      </w:hyperlink>
      <w:r>
        <w:rPr>
          <w:szCs w:val="24"/>
        </w:rPr>
        <w:t xml:space="preserve"> </w:t>
      </w:r>
      <w:hyperlink r:id="rId13" w:history="1"/>
      <w:r>
        <w:t xml:space="preserve"> </w:t>
      </w:r>
    </w:p>
    <w:p w14:paraId="7A317E42" w14:textId="64E69B1E" w:rsidR="00E12E74" w:rsidRPr="0081513B" w:rsidRDefault="00E12E74" w:rsidP="00E12E74">
      <w:pPr>
        <w:rPr>
          <w:szCs w:val="24"/>
        </w:rPr>
      </w:pPr>
      <w:r>
        <w:rPr>
          <w:szCs w:val="24"/>
        </w:rPr>
        <w:t xml:space="preserve">  </w:t>
      </w:r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604E"/>
    <w:rsid w:val="000465D3"/>
    <w:rsid w:val="000517E8"/>
    <w:rsid w:val="00053A52"/>
    <w:rsid w:val="00057FC6"/>
    <w:rsid w:val="0006167A"/>
    <w:rsid w:val="0006729F"/>
    <w:rsid w:val="0008717F"/>
    <w:rsid w:val="000D31BC"/>
    <w:rsid w:val="000E16DB"/>
    <w:rsid w:val="000E5220"/>
    <w:rsid w:val="000F01E1"/>
    <w:rsid w:val="000F3807"/>
    <w:rsid w:val="000F60FD"/>
    <w:rsid w:val="00114CCA"/>
    <w:rsid w:val="0015432F"/>
    <w:rsid w:val="001853BD"/>
    <w:rsid w:val="001879C5"/>
    <w:rsid w:val="00187A2D"/>
    <w:rsid w:val="001956F4"/>
    <w:rsid w:val="001A2EBF"/>
    <w:rsid w:val="001A46BD"/>
    <w:rsid w:val="001A6133"/>
    <w:rsid w:val="001A7D4E"/>
    <w:rsid w:val="001C7A3A"/>
    <w:rsid w:val="001D139F"/>
    <w:rsid w:val="001D2972"/>
    <w:rsid w:val="001D62D4"/>
    <w:rsid w:val="001E574A"/>
    <w:rsid w:val="001E6198"/>
    <w:rsid w:val="001F3D50"/>
    <w:rsid w:val="00231DFB"/>
    <w:rsid w:val="00244629"/>
    <w:rsid w:val="0025171B"/>
    <w:rsid w:val="00260104"/>
    <w:rsid w:val="00276B74"/>
    <w:rsid w:val="00284B41"/>
    <w:rsid w:val="00294366"/>
    <w:rsid w:val="00294713"/>
    <w:rsid w:val="002E4286"/>
    <w:rsid w:val="002E6ECE"/>
    <w:rsid w:val="00324524"/>
    <w:rsid w:val="00326150"/>
    <w:rsid w:val="0033164B"/>
    <w:rsid w:val="00351C80"/>
    <w:rsid w:val="00356C40"/>
    <w:rsid w:val="00367EE7"/>
    <w:rsid w:val="00381A27"/>
    <w:rsid w:val="00385BAE"/>
    <w:rsid w:val="0039473F"/>
    <w:rsid w:val="00396337"/>
    <w:rsid w:val="003A08B0"/>
    <w:rsid w:val="003B651D"/>
    <w:rsid w:val="003C72BD"/>
    <w:rsid w:val="003C7D32"/>
    <w:rsid w:val="003D59A2"/>
    <w:rsid w:val="003E6B00"/>
    <w:rsid w:val="003F262C"/>
    <w:rsid w:val="003F3B3F"/>
    <w:rsid w:val="00436506"/>
    <w:rsid w:val="00436E7B"/>
    <w:rsid w:val="004506AB"/>
    <w:rsid w:val="00452BBB"/>
    <w:rsid w:val="00464FF9"/>
    <w:rsid w:val="00472518"/>
    <w:rsid w:val="00491E34"/>
    <w:rsid w:val="0049381A"/>
    <w:rsid w:val="004B18BC"/>
    <w:rsid w:val="00507637"/>
    <w:rsid w:val="0052513B"/>
    <w:rsid w:val="00552D03"/>
    <w:rsid w:val="00553398"/>
    <w:rsid w:val="00573AEE"/>
    <w:rsid w:val="00573E3E"/>
    <w:rsid w:val="00596F19"/>
    <w:rsid w:val="005C5C28"/>
    <w:rsid w:val="005E0B1A"/>
    <w:rsid w:val="005F7BE2"/>
    <w:rsid w:val="00603A5E"/>
    <w:rsid w:val="00632D52"/>
    <w:rsid w:val="0067307E"/>
    <w:rsid w:val="006A068A"/>
    <w:rsid w:val="006A1BAF"/>
    <w:rsid w:val="006D0212"/>
    <w:rsid w:val="00704BBF"/>
    <w:rsid w:val="00725B60"/>
    <w:rsid w:val="00740BC6"/>
    <w:rsid w:val="00741196"/>
    <w:rsid w:val="00746F3F"/>
    <w:rsid w:val="00765DFE"/>
    <w:rsid w:val="007A57BC"/>
    <w:rsid w:val="007B7275"/>
    <w:rsid w:val="007C794C"/>
    <w:rsid w:val="007D5A39"/>
    <w:rsid w:val="007E0D20"/>
    <w:rsid w:val="007F482F"/>
    <w:rsid w:val="007F68A8"/>
    <w:rsid w:val="00801AF7"/>
    <w:rsid w:val="0080718E"/>
    <w:rsid w:val="00807293"/>
    <w:rsid w:val="00813670"/>
    <w:rsid w:val="00817800"/>
    <w:rsid w:val="008202FE"/>
    <w:rsid w:val="00825CDB"/>
    <w:rsid w:val="00841F1C"/>
    <w:rsid w:val="00845FCB"/>
    <w:rsid w:val="00870E21"/>
    <w:rsid w:val="008B1038"/>
    <w:rsid w:val="008C0A3A"/>
    <w:rsid w:val="008C1DB8"/>
    <w:rsid w:val="008C4588"/>
    <w:rsid w:val="008D465E"/>
    <w:rsid w:val="008E200F"/>
    <w:rsid w:val="008E285C"/>
    <w:rsid w:val="00904EEB"/>
    <w:rsid w:val="00925B9D"/>
    <w:rsid w:val="009D3F3A"/>
    <w:rsid w:val="009F5F69"/>
    <w:rsid w:val="00A139E1"/>
    <w:rsid w:val="00A13B4E"/>
    <w:rsid w:val="00A22619"/>
    <w:rsid w:val="00A27174"/>
    <w:rsid w:val="00A5791E"/>
    <w:rsid w:val="00A72D63"/>
    <w:rsid w:val="00A77CD1"/>
    <w:rsid w:val="00A9445B"/>
    <w:rsid w:val="00AA6DA9"/>
    <w:rsid w:val="00AB35E0"/>
    <w:rsid w:val="00AC001F"/>
    <w:rsid w:val="00AC31D9"/>
    <w:rsid w:val="00AF5596"/>
    <w:rsid w:val="00B11C97"/>
    <w:rsid w:val="00B75E7C"/>
    <w:rsid w:val="00B7608B"/>
    <w:rsid w:val="00B94FDB"/>
    <w:rsid w:val="00B9563A"/>
    <w:rsid w:val="00BA3969"/>
    <w:rsid w:val="00BA4658"/>
    <w:rsid w:val="00BC22B0"/>
    <w:rsid w:val="00BD3B68"/>
    <w:rsid w:val="00BD6BEC"/>
    <w:rsid w:val="00BF0803"/>
    <w:rsid w:val="00BF5147"/>
    <w:rsid w:val="00C04CA9"/>
    <w:rsid w:val="00C32B5E"/>
    <w:rsid w:val="00C439F2"/>
    <w:rsid w:val="00C52479"/>
    <w:rsid w:val="00C67247"/>
    <w:rsid w:val="00C70DF2"/>
    <w:rsid w:val="00C93288"/>
    <w:rsid w:val="00C93CEE"/>
    <w:rsid w:val="00CB440F"/>
    <w:rsid w:val="00CD7E5B"/>
    <w:rsid w:val="00CF0857"/>
    <w:rsid w:val="00CF2094"/>
    <w:rsid w:val="00D16880"/>
    <w:rsid w:val="00D20D55"/>
    <w:rsid w:val="00D80416"/>
    <w:rsid w:val="00D919E0"/>
    <w:rsid w:val="00DA0DB5"/>
    <w:rsid w:val="00DA3473"/>
    <w:rsid w:val="00DA3A2F"/>
    <w:rsid w:val="00DC26C2"/>
    <w:rsid w:val="00DC29B6"/>
    <w:rsid w:val="00DE5F62"/>
    <w:rsid w:val="00DF571E"/>
    <w:rsid w:val="00E12E74"/>
    <w:rsid w:val="00E30100"/>
    <w:rsid w:val="00E34563"/>
    <w:rsid w:val="00E35535"/>
    <w:rsid w:val="00E43D8A"/>
    <w:rsid w:val="00E47239"/>
    <w:rsid w:val="00E52658"/>
    <w:rsid w:val="00E52CB9"/>
    <w:rsid w:val="00E55F04"/>
    <w:rsid w:val="00E63333"/>
    <w:rsid w:val="00E64FF2"/>
    <w:rsid w:val="00E724ED"/>
    <w:rsid w:val="00E81CF4"/>
    <w:rsid w:val="00E85637"/>
    <w:rsid w:val="00EC5BAE"/>
    <w:rsid w:val="00EE215D"/>
    <w:rsid w:val="00EF2513"/>
    <w:rsid w:val="00F04FCF"/>
    <w:rsid w:val="00F06E62"/>
    <w:rsid w:val="00F070B4"/>
    <w:rsid w:val="00F10BF3"/>
    <w:rsid w:val="00F24E6E"/>
    <w:rsid w:val="00F30F97"/>
    <w:rsid w:val="00F31F45"/>
    <w:rsid w:val="00F371E9"/>
    <w:rsid w:val="00F62C93"/>
    <w:rsid w:val="00F64064"/>
    <w:rsid w:val="00F7322F"/>
    <w:rsid w:val="00F85803"/>
    <w:rsid w:val="00F94062"/>
    <w:rsid w:val="00FA241C"/>
    <w:rsid w:val="00FC1756"/>
    <w:rsid w:val="00FC61B2"/>
    <w:rsid w:val="00FD2D86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0517E8"/>
    <w:rPr>
      <w:b/>
      <w:bCs/>
    </w:rPr>
  </w:style>
  <w:style w:type="character" w:customStyle="1" w:styleId="mm">
    <w:name w:val="mm"/>
    <w:basedOn w:val="Liguvaikefont"/>
    <w:rsid w:val="00051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drus.kevvai@rmk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rve.jogi@rmk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info@alutagusevald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 (1).dotx</Template>
  <TotalTime>32</TotalTime>
  <Pages>1</Pages>
  <Words>171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1753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Urve Jõgi</dc:creator>
  <dc:description>Ver 6.0, 11.2018</dc:description>
  <cp:lastModifiedBy>Urve Jõgi</cp:lastModifiedBy>
  <cp:revision>24</cp:revision>
  <cp:lastPrinted>2023-03-20T13:48:00Z</cp:lastPrinted>
  <dcterms:created xsi:type="dcterms:W3CDTF">2025-04-23T06:34:00Z</dcterms:created>
  <dcterms:modified xsi:type="dcterms:W3CDTF">2025-04-23T07:03:00Z</dcterms:modified>
</cp:coreProperties>
</file>